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D71" w:rsidRDefault="009F7D71" w:rsidP="007779DC">
      <w:pPr>
        <w:pStyle w:val="Title"/>
      </w:pPr>
    </w:p>
    <w:p w:rsidR="009F7D71" w:rsidRDefault="009F7D71" w:rsidP="007779DC">
      <w:pPr>
        <w:pStyle w:val="Title"/>
      </w:pPr>
    </w:p>
    <w:p w:rsidR="009F7D71" w:rsidRDefault="009F7D71" w:rsidP="007779DC">
      <w:pPr>
        <w:pStyle w:val="Title"/>
      </w:pPr>
    </w:p>
    <w:p w:rsidR="009F7D71" w:rsidRDefault="009F7D71" w:rsidP="007779DC">
      <w:pPr>
        <w:pStyle w:val="Title"/>
      </w:pPr>
      <w:r>
        <w:rPr>
          <w:lang w:val="sr-Cyrl-CS"/>
        </w:rPr>
        <w:t>Предлог комисије за избор у звање</w:t>
      </w:r>
    </w:p>
    <w:p w:rsidR="009F7D71" w:rsidRPr="00056778" w:rsidRDefault="009F7D71" w:rsidP="00056778"/>
    <w:p w:rsidR="009F7D71" w:rsidRDefault="009F7D71" w:rsidP="007779DC">
      <w:pPr>
        <w:rPr>
          <w:lang w:val="sr-Cyrl-CS"/>
        </w:rPr>
      </w:pPr>
    </w:p>
    <w:p w:rsidR="009F7D71" w:rsidRDefault="009F7D71" w:rsidP="007779DC">
      <w:pPr>
        <w:pStyle w:val="ListParagraph"/>
        <w:numPr>
          <w:ilvl w:val="0"/>
          <w:numId w:val="1"/>
        </w:numPr>
        <w:rPr>
          <w:lang w:val="sr-Cyrl-CS"/>
        </w:rPr>
      </w:pPr>
      <w:r w:rsidRPr="007779DC">
        <w:rPr>
          <w:lang w:val="sr-Cyrl-CS"/>
        </w:rPr>
        <w:t>Др Бранка Јокановић</w:t>
      </w:r>
      <w:r>
        <w:rPr>
          <w:lang w:val="sr-Cyrl-CS"/>
        </w:rPr>
        <w:t>, научни саветник, Институт за физику Београд</w:t>
      </w:r>
    </w:p>
    <w:p w:rsidR="009F7D71" w:rsidRDefault="009F7D71" w:rsidP="007779D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Др Брана Јеленковић, научни саветник, Институт за физику Београд</w:t>
      </w:r>
    </w:p>
    <w:p w:rsidR="009F7D71" w:rsidRDefault="009F7D71" w:rsidP="007779DC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Проф. др </w:t>
      </w:r>
      <w:r>
        <w:rPr>
          <w:lang/>
        </w:rPr>
        <w:t>Бранко Колунџија, редовни професор Електротехничког факултета у Београду</w:t>
      </w:r>
    </w:p>
    <w:p w:rsidR="009F7D71" w:rsidRDefault="009F7D71" w:rsidP="007779DC">
      <w:pPr>
        <w:rPr>
          <w:lang w:val="sr-Cyrl-CS"/>
        </w:rPr>
      </w:pPr>
    </w:p>
    <w:p w:rsidR="009F7D71" w:rsidRDefault="009F7D71" w:rsidP="007779DC">
      <w:pPr>
        <w:rPr>
          <w:lang w:val="sr-Cyrl-CS"/>
        </w:rPr>
      </w:pPr>
    </w:p>
    <w:p w:rsidR="009F7D71" w:rsidRDefault="009F7D71" w:rsidP="007779DC"/>
    <w:p w:rsidR="009F7D71" w:rsidRDefault="009F7D71" w:rsidP="007779DC"/>
    <w:p w:rsidR="009F7D71" w:rsidRDefault="009F7D71" w:rsidP="007779DC"/>
    <w:p w:rsidR="009F7D71" w:rsidRPr="00056778" w:rsidRDefault="009F7D71" w:rsidP="007779DC"/>
    <w:p w:rsidR="009F7D71" w:rsidRDefault="009F7D71" w:rsidP="007779DC">
      <w:pPr>
        <w:rPr>
          <w:lang w:val="sr-Cyrl-CS"/>
        </w:rPr>
      </w:pPr>
      <w:bookmarkStart w:id="0" w:name="_GoBack"/>
      <w:bookmarkEnd w:id="0"/>
    </w:p>
    <w:tbl>
      <w:tblPr>
        <w:tblW w:w="0" w:type="auto"/>
        <w:tblLook w:val="0000"/>
      </w:tblPr>
      <w:tblGrid>
        <w:gridCol w:w="6062"/>
        <w:gridCol w:w="3514"/>
      </w:tblGrid>
      <w:tr w:rsidR="009F7D71" w:rsidRPr="00D77B11">
        <w:tc>
          <w:tcPr>
            <w:tcW w:w="6062" w:type="dxa"/>
          </w:tcPr>
          <w:p w:rsidR="009F7D71" w:rsidRPr="006A21E7" w:rsidRDefault="009F7D71" w:rsidP="007779DC">
            <w:pPr>
              <w:rPr>
                <w:lang w:val="sr-Cyrl-CS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</w:tcPr>
          <w:p w:rsidR="009F7D71" w:rsidRPr="00D77B11" w:rsidRDefault="009F7D71" w:rsidP="007779DC">
            <w:pPr>
              <w:jc w:val="right"/>
              <w:rPr>
                <w:lang w:val="sr-Cyrl-CS"/>
              </w:rPr>
            </w:pPr>
          </w:p>
          <w:p w:rsidR="009F7D71" w:rsidRPr="006A21E7" w:rsidRDefault="009F7D71" w:rsidP="007779DC">
            <w:pPr>
              <w:jc w:val="right"/>
              <w:rPr>
                <w:lang w:val="sr-Cyrl-CS"/>
              </w:rPr>
            </w:pPr>
            <w:r w:rsidRPr="006A21E7">
              <w:rPr>
                <w:lang w:val="sr-Cyrl-CS"/>
              </w:rPr>
              <w:t>др Бранка Јокановић</w:t>
            </w:r>
          </w:p>
          <w:p w:rsidR="009F7D71" w:rsidRPr="006A21E7" w:rsidRDefault="009F7D71" w:rsidP="007779DC">
            <w:pPr>
              <w:jc w:val="right"/>
              <w:rPr>
                <w:lang w:val="sr-Cyrl-CS"/>
              </w:rPr>
            </w:pPr>
            <w:r w:rsidRPr="006A21E7">
              <w:rPr>
                <w:lang w:val="sr-Cyrl-CS"/>
              </w:rPr>
              <w:t>руководилац пројекта ТР-32024</w:t>
            </w:r>
          </w:p>
        </w:tc>
      </w:tr>
    </w:tbl>
    <w:p w:rsidR="009F7D71" w:rsidRPr="007779DC" w:rsidRDefault="009F7D71" w:rsidP="007779DC">
      <w:pPr>
        <w:rPr>
          <w:lang w:val="sr-Cyrl-CS"/>
        </w:rPr>
      </w:pPr>
    </w:p>
    <w:sectPr w:rsidR="009F7D71" w:rsidRPr="007779DC" w:rsidSect="00DE6C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53AB7"/>
    <w:multiLevelType w:val="hybridMultilevel"/>
    <w:tmpl w:val="643A7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79DC"/>
    <w:rsid w:val="00056778"/>
    <w:rsid w:val="00271BC1"/>
    <w:rsid w:val="00564E25"/>
    <w:rsid w:val="00642E18"/>
    <w:rsid w:val="006A21E7"/>
    <w:rsid w:val="007779DC"/>
    <w:rsid w:val="008F02BA"/>
    <w:rsid w:val="009F7D71"/>
    <w:rsid w:val="00C07CA1"/>
    <w:rsid w:val="00CA61FE"/>
    <w:rsid w:val="00D34AA2"/>
    <w:rsid w:val="00D77B11"/>
    <w:rsid w:val="00DE6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Normal">
    <w:name w:val="Normal"/>
    <w:qFormat/>
    <w:rsid w:val="007779DC"/>
    <w:rPr>
      <w:rFonts w:cs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79DC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779D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779D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779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77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779D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779D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7779D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779DC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779DC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7779D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7779DC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7779D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7779D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7779D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7779D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7779D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7779DC"/>
    <w:rPr>
      <w:rFonts w:ascii="Cambria" w:hAnsi="Cambria" w:cs="Cambria"/>
    </w:rPr>
  </w:style>
  <w:style w:type="paragraph" w:customStyle="1" w:styleId="Heading">
    <w:name w:val="Heading"/>
    <w:aliases w:val="1"/>
    <w:basedOn w:val="Normal"/>
    <w:uiPriority w:val="99"/>
    <w:rsid w:val="007779DC"/>
  </w:style>
  <w:style w:type="paragraph" w:customStyle="1" w:styleId="QuoteIntense">
    <w:name w:val="Quote Intense"/>
    <w:basedOn w:val="Normal"/>
    <w:next w:val="Normal"/>
    <w:link w:val="QuoteIntenseChar"/>
    <w:uiPriority w:val="99"/>
    <w:rsid w:val="007779DC"/>
    <w:pPr>
      <w:ind w:left="720" w:right="720"/>
    </w:pPr>
    <w:rPr>
      <w:b/>
      <w:bCs/>
      <w:i/>
      <w:iCs/>
    </w:rPr>
  </w:style>
  <w:style w:type="character" w:customStyle="1" w:styleId="QuoteIntenseChar">
    <w:name w:val="Quote Intense Char"/>
    <w:basedOn w:val="DefaultParagraphFont"/>
    <w:link w:val="QuoteIntense"/>
    <w:uiPriority w:val="99"/>
    <w:rsid w:val="007779DC"/>
    <w:rPr>
      <w:b/>
      <w:bCs/>
      <w:i/>
      <w:iCs/>
      <w:sz w:val="24"/>
      <w:szCs w:val="24"/>
    </w:rPr>
  </w:style>
  <w:style w:type="character" w:customStyle="1" w:styleId="EmphasisSubtle">
    <w:name w:val="Emphasis Subtle"/>
    <w:uiPriority w:val="99"/>
    <w:rsid w:val="007779DC"/>
    <w:rPr>
      <w:i/>
      <w:iCs/>
      <w:color w:val="5A5A5A"/>
    </w:rPr>
  </w:style>
  <w:style w:type="character" w:customStyle="1" w:styleId="EmphasisIntense">
    <w:name w:val="Emphasis Intense"/>
    <w:basedOn w:val="DefaultParagraphFont"/>
    <w:uiPriority w:val="99"/>
    <w:rsid w:val="007779DC"/>
    <w:rPr>
      <w:b/>
      <w:bCs/>
      <w:i/>
      <w:iCs/>
      <w:sz w:val="24"/>
      <w:szCs w:val="24"/>
      <w:u w:val="single"/>
    </w:rPr>
  </w:style>
  <w:style w:type="character" w:customStyle="1" w:styleId="TitleBook">
    <w:name w:val="Title Book"/>
    <w:basedOn w:val="DefaultParagraphFont"/>
    <w:uiPriority w:val="99"/>
    <w:rsid w:val="007779DC"/>
    <w:rPr>
      <w:rFonts w:ascii="Cambria" w:hAnsi="Cambria" w:cs="Cambria"/>
      <w:b/>
      <w:bCs/>
      <w:i/>
      <w:iCs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7779DC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7779DC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779DC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rsid w:val="007779DC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779DC"/>
    <w:rPr>
      <w:b/>
      <w:bCs/>
    </w:rPr>
  </w:style>
  <w:style w:type="character" w:styleId="Emphasis">
    <w:name w:val="Emphasis"/>
    <w:basedOn w:val="DefaultParagraphFont"/>
    <w:uiPriority w:val="99"/>
    <w:qFormat/>
    <w:rsid w:val="007779DC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uiPriority w:val="99"/>
    <w:qFormat/>
    <w:rsid w:val="007779DC"/>
  </w:style>
  <w:style w:type="paragraph" w:styleId="ListParagraph">
    <w:name w:val="List Paragraph"/>
    <w:basedOn w:val="Normal"/>
    <w:uiPriority w:val="99"/>
    <w:qFormat/>
    <w:rsid w:val="007779D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7779DC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rsid w:val="007779DC"/>
    <w:rPr>
      <w:i/>
      <w:iCs/>
      <w:sz w:val="24"/>
      <w:szCs w:val="24"/>
    </w:rPr>
  </w:style>
  <w:style w:type="character" w:styleId="SubtleReference">
    <w:name w:val="Subtle Reference"/>
    <w:basedOn w:val="DefaultParagraphFont"/>
    <w:uiPriority w:val="99"/>
    <w:qFormat/>
    <w:rsid w:val="007779D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779DC"/>
    <w:rPr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99"/>
    <w:qFormat/>
    <w:rsid w:val="007779D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46</Words>
  <Characters>266</Characters>
  <Application>Microsoft Office Outlook</Application>
  <DocSecurity>0</DocSecurity>
  <Lines>0</Lines>
  <Paragraphs>0</Paragraphs>
  <ScaleCrop>false</ScaleCrop>
  <Company>IPB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 комисије за избор у звање</dc:title>
  <dc:subject/>
  <dc:creator>Voja</dc:creator>
  <cp:keywords/>
  <dc:description/>
  <cp:lastModifiedBy>Vojnovic</cp:lastModifiedBy>
  <cp:revision>3</cp:revision>
  <cp:lastPrinted>2013-07-08T12:03:00Z</cp:lastPrinted>
  <dcterms:created xsi:type="dcterms:W3CDTF">2015-08-26T13:28:00Z</dcterms:created>
  <dcterms:modified xsi:type="dcterms:W3CDTF">2015-08-27T11:01:00Z</dcterms:modified>
</cp:coreProperties>
</file>